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D350F" w14:textId="77777777" w:rsidR="00D44239" w:rsidRDefault="009E6188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702BD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14:paraId="5C397184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22C4B28A" w14:textId="77777777" w:rsidR="00BC04C5" w:rsidRPr="002D1A2C" w:rsidRDefault="009E618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6F022CF3" w14:textId="77777777" w:rsidR="00BC04C5" w:rsidRPr="002D1A2C" w:rsidRDefault="00BC04C5">
      <w:pPr>
        <w:rPr>
          <w:rFonts w:ascii="Arial" w:hAnsi="Arial" w:cs="Arial"/>
        </w:rPr>
      </w:pPr>
    </w:p>
    <w:p w14:paraId="418357CB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CB712A" w14:paraId="37879FC0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66CBE7C7" w14:textId="2380EA94" w:rsidR="00D8160F" w:rsidRPr="0015050E" w:rsidRDefault="009E6188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VZ37_2025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AD6743">
              <w:rPr>
                <w:rFonts w:ascii="Arial" w:hAnsi="Arial" w:cs="Arial"/>
                <w:b/>
                <w:sz w:val="22"/>
                <w:szCs w:val="22"/>
              </w:rPr>
              <w:t xml:space="preserve">Dodávky notebooků, počítačů, monitorů a </w:t>
            </w:r>
            <w:proofErr w:type="spellStart"/>
            <w:r w:rsidR="00AD6743">
              <w:rPr>
                <w:rFonts w:ascii="Arial" w:hAnsi="Arial" w:cs="Arial"/>
                <w:b/>
                <w:sz w:val="22"/>
                <w:szCs w:val="22"/>
              </w:rPr>
              <w:t>dokovacích</w:t>
            </w:r>
            <w:proofErr w:type="spellEnd"/>
            <w:r w:rsidR="00AD6743">
              <w:rPr>
                <w:rFonts w:ascii="Arial" w:hAnsi="Arial" w:cs="Arial"/>
                <w:b/>
                <w:sz w:val="22"/>
                <w:szCs w:val="22"/>
              </w:rPr>
              <w:t xml:space="preserve"> stanic</w:t>
            </w:r>
          </w:p>
        </w:tc>
      </w:tr>
      <w:tr w:rsidR="00CB712A" w14:paraId="7FDDE1FE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69085626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7E33C694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CB712A" w14:paraId="39EEC5AB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3561EF8" w14:textId="77777777" w:rsidR="00B9440E" w:rsidRPr="00447B8F" w:rsidRDefault="009E618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CB712A" w14:paraId="664FE321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18220618" w14:textId="77777777" w:rsidR="00B9440E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6C507971" w14:textId="77777777" w:rsidR="00B9440E" w:rsidRPr="00447B8F" w:rsidRDefault="009E618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CB712A" w14:paraId="3C29C5D4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1C9453A" w14:textId="77777777" w:rsidR="00B9440E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1718C8D" w14:textId="77777777" w:rsidR="00B9440E" w:rsidRPr="00447B8F" w:rsidRDefault="009E618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CB712A" w14:paraId="3EA2E047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2997303B" w14:textId="77777777" w:rsidR="00B9440E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28221596" w14:textId="77777777" w:rsidR="00B9440E" w:rsidRPr="00447B8F" w:rsidRDefault="009E618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0982D3E5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CB712A" w14:paraId="71516548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7B07B255" w14:textId="77777777" w:rsidR="001132CC" w:rsidRPr="00447B8F" w:rsidRDefault="009E618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CB712A" w14:paraId="36BD6BE8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AA7657A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2ECEFEE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6F853FDD" w14:textId="77777777" w:rsidTr="001137C9">
        <w:trPr>
          <w:cantSplit/>
          <w:trHeight w:val="227"/>
        </w:trPr>
        <w:tc>
          <w:tcPr>
            <w:tcW w:w="3686" w:type="dxa"/>
          </w:tcPr>
          <w:p w14:paraId="1BE17315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08B144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499048FB" w14:textId="77777777" w:rsidTr="001137C9">
        <w:trPr>
          <w:cantSplit/>
          <w:trHeight w:val="227"/>
        </w:trPr>
        <w:tc>
          <w:tcPr>
            <w:tcW w:w="3686" w:type="dxa"/>
          </w:tcPr>
          <w:p w14:paraId="65EFEA08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FF232B6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45D502C0" w14:textId="77777777" w:rsidTr="001137C9">
        <w:trPr>
          <w:cantSplit/>
          <w:trHeight w:val="227"/>
        </w:trPr>
        <w:tc>
          <w:tcPr>
            <w:tcW w:w="3686" w:type="dxa"/>
          </w:tcPr>
          <w:p w14:paraId="3F4CAF5B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BF01EA8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6D82F90D" w14:textId="77777777" w:rsidTr="001137C9">
        <w:trPr>
          <w:cantSplit/>
          <w:trHeight w:val="227"/>
        </w:trPr>
        <w:tc>
          <w:tcPr>
            <w:tcW w:w="3686" w:type="dxa"/>
          </w:tcPr>
          <w:p w14:paraId="17D75300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A97D2E9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6DFFCA07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549961B4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1B462B82" w14:textId="77777777" w:rsidR="001132CC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CB712A" w14:paraId="2EA4660D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8F66A67" w14:textId="77777777" w:rsidR="00D80188" w:rsidRPr="00447B8F" w:rsidRDefault="009E618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705CAEA2" w14:textId="77777777" w:rsidR="004F14F4" w:rsidRPr="00447B8F" w:rsidRDefault="009E618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73EBDB75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A4F166F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71C6EC7" w14:textId="77777777" w:rsidR="001132CC" w:rsidRPr="00447B8F" w:rsidRDefault="009E618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68D28296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6EE89A78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C7ACF99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3E7B10E6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12442C30" w14:textId="77777777" w:rsidR="00111F86" w:rsidRPr="00447B8F" w:rsidRDefault="009E618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5C5FDEBD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4F0E66E" w14:textId="77777777" w:rsidR="008D7673" w:rsidRDefault="009E618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</w:t>
      </w:r>
      <w:proofErr w:type="gramStart"/>
      <w:r w:rsidR="00515B8D">
        <w:rPr>
          <w:rFonts w:ascii="Arial" w:hAnsi="Arial" w:cs="Arial"/>
          <w:sz w:val="20"/>
          <w:szCs w:val="20"/>
        </w:rPr>
        <w:t xml:space="preserve">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</w:t>
      </w:r>
      <w:proofErr w:type="gramEnd"/>
      <w:r w:rsidRPr="00447B8F">
        <w:rPr>
          <w:rFonts w:ascii="Arial" w:hAnsi="Arial" w:cs="Arial"/>
          <w:sz w:val="20"/>
          <w:szCs w:val="20"/>
        </w:rPr>
        <w:t xml:space="preserve"> č. 134/2016 Sb., o zadávání veřejných zakázek, ve znění pozdějších předpisů,</w:t>
      </w:r>
    </w:p>
    <w:p w14:paraId="08C4E7C6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6020AE09" w14:textId="77777777"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14:paraId="60C17159" w14:textId="031EC1E0" w:rsidR="008C277F" w:rsidRPr="00657AF1" w:rsidRDefault="009E618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04571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8265A9D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7ADE02E" w14:textId="6434C114" w:rsidR="00B04571" w:rsidRPr="00872733" w:rsidRDefault="00B04571" w:rsidP="00AD6743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  <w:highlight w:val="green"/>
        </w:rPr>
      </w:pPr>
      <w:r w:rsidRPr="001135EC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1135EC">
        <w:rPr>
          <w:rFonts w:ascii="Arial" w:hAnsi="Arial" w:cs="Arial"/>
          <w:b/>
          <w:sz w:val="20"/>
          <w:szCs w:val="20"/>
        </w:rPr>
        <w:t xml:space="preserve"> </w:t>
      </w:r>
      <w:r w:rsidRPr="001135EC">
        <w:rPr>
          <w:rFonts w:ascii="Arial" w:hAnsi="Arial" w:cs="Arial"/>
          <w:b/>
          <w:bCs/>
          <w:sz w:val="20"/>
          <w:szCs w:val="20"/>
        </w:rPr>
        <w:t xml:space="preserve">v posledních 3 letech realizoval 2 obdobné zakázky v min. hodnotě 5.000.000,- Kč </w:t>
      </w:r>
      <w:r w:rsidRPr="001135EC">
        <w:rPr>
          <w:rFonts w:ascii="Arial" w:hAnsi="Arial" w:cs="Arial"/>
          <w:bCs/>
          <w:sz w:val="20"/>
          <w:szCs w:val="20"/>
        </w:rPr>
        <w:t>(slovy: pět mili</w:t>
      </w:r>
      <w:r>
        <w:rPr>
          <w:rFonts w:ascii="Arial" w:hAnsi="Arial" w:cs="Arial"/>
          <w:bCs/>
          <w:sz w:val="20"/>
          <w:szCs w:val="20"/>
        </w:rPr>
        <w:t>o</w:t>
      </w:r>
      <w:r w:rsidRPr="001135EC">
        <w:rPr>
          <w:rFonts w:ascii="Arial" w:hAnsi="Arial" w:cs="Arial"/>
          <w:bCs/>
          <w:sz w:val="20"/>
          <w:szCs w:val="20"/>
        </w:rPr>
        <w:t>nů korun českých)</w:t>
      </w:r>
      <w:r w:rsidRPr="001135EC">
        <w:rPr>
          <w:rFonts w:ascii="Arial" w:hAnsi="Arial" w:cs="Arial"/>
          <w:b/>
          <w:bCs/>
          <w:sz w:val="20"/>
          <w:szCs w:val="20"/>
        </w:rPr>
        <w:t xml:space="preserve"> bez</w:t>
      </w:r>
      <w:r w:rsidRPr="00872733">
        <w:rPr>
          <w:rFonts w:ascii="Arial" w:hAnsi="Arial" w:cs="Arial"/>
          <w:b/>
          <w:bCs/>
          <w:sz w:val="20"/>
          <w:szCs w:val="20"/>
        </w:rPr>
        <w:t xml:space="preserve"> DPH za každou takovou referenční zakázku.</w:t>
      </w:r>
      <w:r w:rsidRPr="001135EC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840E9" w:rsidRPr="00872733">
        <w:rPr>
          <w:rFonts w:ascii="Arial" w:hAnsi="Arial" w:cs="Arial"/>
          <w:b/>
          <w:sz w:val="20"/>
          <w:szCs w:val="20"/>
        </w:rPr>
        <w:t xml:space="preserve">Obdobný druh dodávek zadavatel blíže specifikuje jako </w:t>
      </w:r>
      <w:r w:rsidR="009840E9" w:rsidRPr="001135EC">
        <w:rPr>
          <w:rFonts w:ascii="Arial" w:hAnsi="Arial" w:cs="Arial"/>
          <w:b/>
          <w:sz w:val="20"/>
          <w:szCs w:val="20"/>
        </w:rPr>
        <w:t>dodávku osobních počítačů a/nebo přenosných počítačů (notebooků)</w:t>
      </w:r>
      <w:r w:rsidR="009840E9">
        <w:rPr>
          <w:rFonts w:ascii="Arial" w:hAnsi="Arial" w:cs="Arial"/>
          <w:b/>
          <w:sz w:val="20"/>
          <w:szCs w:val="20"/>
        </w:rPr>
        <w:t xml:space="preserve"> a/nebo monitorů</w:t>
      </w:r>
      <w:r w:rsidR="009840E9" w:rsidRPr="001135EC">
        <w:rPr>
          <w:rFonts w:ascii="Arial" w:hAnsi="Arial" w:cs="Arial"/>
          <w:b/>
          <w:sz w:val="20"/>
          <w:szCs w:val="20"/>
        </w:rPr>
        <w:t xml:space="preserve">, přičemž </w:t>
      </w:r>
      <w:r w:rsidR="009840E9" w:rsidRPr="001135EC">
        <w:rPr>
          <w:rFonts w:ascii="Arial" w:hAnsi="Arial" w:cs="Arial"/>
          <w:b/>
          <w:sz w:val="20"/>
          <w:szCs w:val="20"/>
        </w:rPr>
        <w:lastRenderedPageBreak/>
        <w:t>dodávka byl</w:t>
      </w:r>
      <w:r w:rsidR="009840E9">
        <w:rPr>
          <w:rFonts w:ascii="Arial" w:hAnsi="Arial" w:cs="Arial"/>
          <w:b/>
          <w:sz w:val="20"/>
          <w:szCs w:val="20"/>
        </w:rPr>
        <w:t>a</w:t>
      </w:r>
      <w:r w:rsidR="009840E9" w:rsidRPr="001135EC">
        <w:rPr>
          <w:rFonts w:ascii="Arial" w:hAnsi="Arial" w:cs="Arial"/>
          <w:b/>
          <w:sz w:val="20"/>
          <w:szCs w:val="20"/>
        </w:rPr>
        <w:t xml:space="preserve"> realizována jako jednorázové nebo průběžné plnění</w:t>
      </w:r>
      <w:r w:rsidR="009840E9">
        <w:rPr>
          <w:rFonts w:ascii="Arial" w:hAnsi="Arial" w:cs="Arial"/>
          <w:b/>
          <w:sz w:val="20"/>
          <w:szCs w:val="20"/>
        </w:rPr>
        <w:t xml:space="preserve"> pro </w:t>
      </w:r>
      <w:r w:rsidR="009840E9" w:rsidRPr="001135EC">
        <w:rPr>
          <w:rFonts w:ascii="Arial" w:hAnsi="Arial" w:cs="Arial"/>
          <w:b/>
          <w:sz w:val="20"/>
          <w:szCs w:val="20"/>
        </w:rPr>
        <w:t>jedno</w:t>
      </w:r>
      <w:r w:rsidR="009840E9">
        <w:rPr>
          <w:rFonts w:ascii="Arial" w:hAnsi="Arial" w:cs="Arial"/>
          <w:b/>
          <w:sz w:val="20"/>
          <w:szCs w:val="20"/>
        </w:rPr>
        <w:t>ho</w:t>
      </w:r>
      <w:r w:rsidR="009840E9" w:rsidRPr="001135EC">
        <w:rPr>
          <w:rFonts w:ascii="Arial" w:hAnsi="Arial" w:cs="Arial"/>
          <w:b/>
          <w:sz w:val="20"/>
          <w:szCs w:val="20"/>
        </w:rPr>
        <w:t xml:space="preserve"> </w:t>
      </w:r>
      <w:r w:rsidR="009840E9">
        <w:rPr>
          <w:rFonts w:ascii="Arial" w:hAnsi="Arial" w:cs="Arial"/>
          <w:b/>
          <w:sz w:val="20"/>
          <w:szCs w:val="20"/>
        </w:rPr>
        <w:t>objednatele</w:t>
      </w:r>
      <w:r w:rsidR="009840E9" w:rsidRPr="001135EC">
        <w:rPr>
          <w:rFonts w:ascii="Arial" w:hAnsi="Arial" w:cs="Arial"/>
          <w:b/>
          <w:sz w:val="20"/>
          <w:szCs w:val="20"/>
        </w:rPr>
        <w:t xml:space="preserve"> (odběratel</w:t>
      </w:r>
      <w:r w:rsidR="009840E9">
        <w:rPr>
          <w:rFonts w:ascii="Arial" w:hAnsi="Arial" w:cs="Arial"/>
          <w:b/>
          <w:sz w:val="20"/>
          <w:szCs w:val="20"/>
        </w:rPr>
        <w:t>e</w:t>
      </w:r>
      <w:r w:rsidR="009840E9" w:rsidRPr="001135EC">
        <w:rPr>
          <w:rFonts w:ascii="Arial" w:hAnsi="Arial" w:cs="Arial"/>
          <w:b/>
          <w:sz w:val="20"/>
          <w:szCs w:val="20"/>
        </w:rPr>
        <w:t>).</w:t>
      </w:r>
      <w:bookmarkStart w:id="0" w:name="_GoBack"/>
      <w:bookmarkEnd w:id="0"/>
    </w:p>
    <w:p w14:paraId="1A24CD18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0DCDD66" w14:textId="77777777" w:rsidR="00BF5695" w:rsidRDefault="009E618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04265711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B712A" w14:paraId="041826B5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E6E5D1" w14:textId="77777777" w:rsidR="00593E12" w:rsidRPr="00447B8F" w:rsidRDefault="009E6188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0B5712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2CADF6AC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D91A713" w14:textId="77777777" w:rsidR="00593E12" w:rsidRPr="00447B8F" w:rsidRDefault="009E618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C35C05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1FD7EF55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DCE992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DF94BA6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157BF6C3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3A05430E" w14:textId="77777777" w:rsidR="00593E12" w:rsidRPr="00447B8F" w:rsidRDefault="009E618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EA4C3F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21398285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FB663A4" w14:textId="77777777" w:rsidR="00593E12" w:rsidRPr="00447B8F" w:rsidRDefault="009E618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196B63" w14:textId="77777777" w:rsidR="00593E12" w:rsidRPr="00447B8F" w:rsidRDefault="009E618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650DBB8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709EC8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2C4945F" w14:textId="77777777" w:rsidR="00BF5695" w:rsidRDefault="009E618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A7CCE5D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CB712A" w14:paraId="25AFAEEB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105950F" w14:textId="77777777" w:rsidR="00A004B7" w:rsidRPr="00447B8F" w:rsidRDefault="009E6188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344108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0F376253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FD62D22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68E614C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24B8968F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AC3C917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4066760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2D60BBB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5874A6C4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E2E9D99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B712A" w14:paraId="26A335D3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30F3499" w14:textId="77777777" w:rsidR="00A004B7" w:rsidRPr="00447B8F" w:rsidRDefault="009E618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61C3D9" w14:textId="77777777" w:rsidR="00A004B7" w:rsidRPr="00447B8F" w:rsidRDefault="009E618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E5498E5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2D8AA02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CFECF9D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66F9F6A" w14:textId="77777777" w:rsidR="00593E12" w:rsidRPr="00447B8F" w:rsidRDefault="009E6188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53437621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E17BAE9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F6A5E33" w14:textId="77777777" w:rsidR="001648E6" w:rsidRPr="00447B8F" w:rsidRDefault="009E618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3EACB766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03049AFA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62BA10E8" w14:textId="77777777" w:rsidR="00D44239" w:rsidRPr="00447B8F" w:rsidRDefault="009E6188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A2F81E" w14:textId="77777777" w:rsidR="00D06323" w:rsidRDefault="00D06323">
      <w:r>
        <w:separator/>
      </w:r>
    </w:p>
  </w:endnote>
  <w:endnote w:type="continuationSeparator" w:id="0">
    <w:p w14:paraId="1C1790EA" w14:textId="77777777" w:rsidR="00D06323" w:rsidRDefault="00D0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E0BD2" w14:textId="77777777" w:rsidR="003D5020" w:rsidRDefault="009E618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282C44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D1A93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8EF14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D80CC6" w14:textId="77777777" w:rsidR="00D06323" w:rsidRDefault="00D06323">
      <w:r>
        <w:separator/>
      </w:r>
    </w:p>
  </w:footnote>
  <w:footnote w:type="continuationSeparator" w:id="0">
    <w:p w14:paraId="750F5FD1" w14:textId="77777777" w:rsidR="00D06323" w:rsidRDefault="00D06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ADFB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4FF2B" w14:textId="77777777" w:rsidR="00D44239" w:rsidRDefault="00D44239" w:rsidP="008D7673">
    <w:pPr>
      <w:pStyle w:val="Zhlav"/>
      <w:jc w:val="center"/>
      <w:rPr>
        <w:b/>
      </w:rPr>
    </w:pPr>
  </w:p>
  <w:p w14:paraId="559E0EC1" w14:textId="77777777" w:rsidR="00D44239" w:rsidRDefault="00D44239" w:rsidP="008D7673">
    <w:pPr>
      <w:pStyle w:val="Zhlav"/>
      <w:jc w:val="center"/>
      <w:rPr>
        <w:b/>
      </w:rPr>
    </w:pPr>
  </w:p>
  <w:p w14:paraId="2BA8DEF3" w14:textId="77777777" w:rsidR="003D5020" w:rsidRPr="001137C9" w:rsidRDefault="009E618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0E093A28" wp14:editId="1308C94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204C8B7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0BC22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83024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D100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0028C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1499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81A92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4A3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623C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515803C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33882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108CD5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D088C7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BEADC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C6C088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89A24C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D3EC6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28EE0A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1C14A3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CCADBD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90EAF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9AC208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12CE70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5627B0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0D26A9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343BD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A2437F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D982D3E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67D857B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845A0F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90E8D7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2D1A982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452DCD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2F8748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79E9996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F10BCA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E8D4A57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A27A3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DA60F4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4EB0042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F30A2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B3096C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B2B8E21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372E9D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686E47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B94124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BEFC4532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E95AC09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48EA834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6288BE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08AC5A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205A8D7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7220C3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CE040302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568350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AB1CDB40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D7BCC93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99CC92A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E2A35EE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47CCE8D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4FD40F7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62DA9E6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962497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E7B6BA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997A7C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C694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E94614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F3435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428FA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16660E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C90525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78EFE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292AB0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892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044BF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DAFD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20E0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044C7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2896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467A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C2E7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6B5E78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FB6F6A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E7C053C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180568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BAA378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AE4642C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ED891A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67C1A8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730D7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CD76DAB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B46A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4874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46C8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06C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CE0E9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8FEFF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E31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3272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EE691C0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908BE9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4400486C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D8305B3E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E727AD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6305E5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7F348E8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EBEB16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110186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4EB8686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1F4019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76CE336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5762B2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2ACE3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64043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C24B9A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964584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C5E8CA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CCE01B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2A1A70D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3D06874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860C1B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2C8F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74789D1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53828E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C9C88A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2EA4915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8183B2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1A6D7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4788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1124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F05C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D52E6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1EA5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81AB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FB860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3C109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B251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4EE2F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8D23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CE7A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7AAB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ABE9A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3E43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25A29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86C6D7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320C68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98E052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FEA27E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A9C85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9D41A1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F9C03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5DA321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60B462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566712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D76843E8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6B643F9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3F22670C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87C1418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2CD43F1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90B04FD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1FCDF8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F320E22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CE10E96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A7ECAA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952A9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947E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6ECB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0F41B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3E64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64FD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43ECA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457278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46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44BB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400E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A8CE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9ECB5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B65C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DCAE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56BA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29DC5C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DEDB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BE3F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6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0DA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269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56A1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FA82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AFCA1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5ADE646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37893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10CA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9160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BE223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ED8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F4E8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895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4CB4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DA1E6A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4F6A9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687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5BEF2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1E3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565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766C3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CA6D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C092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8D0ED6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186D6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FC31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C642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621B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A4EF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51279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728E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E12B2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ED2C564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982A193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25CDAC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E3EC5528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20C6C2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2F44AC6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1BE99D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BC74233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A578648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B5E733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3D7AFA7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8BD6FEC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D77674F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4C6815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8FAA05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A10240F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79ECC25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B0BEFE6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7B4EED14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7DA727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698E7D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C9206DB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887EB4DA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76EDCEA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970C279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2BCC65C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482C0DF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40DEE6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A3AB5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1662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44AC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065D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90A2B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C784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7A6B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0E3B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3CF2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D742C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14B1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2D1E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580A"/>
    <w:rsid w:val="006E7EF3"/>
    <w:rsid w:val="006F5081"/>
    <w:rsid w:val="006F613A"/>
    <w:rsid w:val="006F7AF9"/>
    <w:rsid w:val="00700673"/>
    <w:rsid w:val="00702BDE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40E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6188"/>
    <w:rsid w:val="009E7AC7"/>
    <w:rsid w:val="009F0972"/>
    <w:rsid w:val="009F2277"/>
    <w:rsid w:val="009F2683"/>
    <w:rsid w:val="009F563A"/>
    <w:rsid w:val="00A004B7"/>
    <w:rsid w:val="00A0147A"/>
    <w:rsid w:val="00A043F2"/>
    <w:rsid w:val="00A0480C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743"/>
    <w:rsid w:val="00AD6927"/>
    <w:rsid w:val="00AE6C0C"/>
    <w:rsid w:val="00AE7EA0"/>
    <w:rsid w:val="00AF0187"/>
    <w:rsid w:val="00AF2F88"/>
    <w:rsid w:val="00B04571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B7E76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B712A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6323"/>
    <w:rsid w:val="00D07C65"/>
    <w:rsid w:val="00D167AC"/>
    <w:rsid w:val="00D2061C"/>
    <w:rsid w:val="00D25C99"/>
    <w:rsid w:val="00D30D07"/>
    <w:rsid w:val="00D44239"/>
    <w:rsid w:val="00D4636D"/>
    <w:rsid w:val="00D47821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2AE0C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Stantić Kateřina</cp:lastModifiedBy>
  <cp:revision>13</cp:revision>
  <cp:lastPrinted>2018-04-18T10:56:00Z</cp:lastPrinted>
  <dcterms:created xsi:type="dcterms:W3CDTF">2019-06-04T09:28:00Z</dcterms:created>
  <dcterms:modified xsi:type="dcterms:W3CDTF">2025-10-09T12:14:00Z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